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DFE" w:rsidRDefault="00D87DFE" w:rsidP="00C03D5C">
      <w:pPr>
        <w:rPr>
          <w:rFonts w:ascii="Cambria" w:hAnsi="Cambria"/>
        </w:rPr>
      </w:pPr>
    </w:p>
    <w:p w:rsidR="00D67C30" w:rsidRPr="00FC683D" w:rsidRDefault="00D67C30" w:rsidP="00C03D5C">
      <w:pPr>
        <w:rPr>
          <w:rFonts w:ascii="Cambria" w:hAnsi="Cambria"/>
        </w:rPr>
      </w:pPr>
    </w:p>
    <w:p w:rsidR="00D67C30" w:rsidRPr="00FC683D" w:rsidRDefault="00172CE8" w:rsidP="00D67C30">
      <w:pPr>
        <w:spacing w:after="120"/>
        <w:outlineLvl w:val="0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3558540</wp:posOffset>
                </wp:positionH>
                <wp:positionV relativeFrom="paragraph">
                  <wp:posOffset>-449580</wp:posOffset>
                </wp:positionV>
                <wp:extent cx="3321050" cy="683260"/>
                <wp:effectExtent l="15240" t="12700" r="16510" b="18415"/>
                <wp:wrapNone/>
                <wp:docPr id="17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93E2A" w:rsidRDefault="009E0D7B" w:rsidP="00D87DFE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HW#54</w:t>
                            </w:r>
                            <w:r w:rsidR="00B93E2A">
                              <w:rPr>
                                <w:rFonts w:ascii="Cambria" w:hAnsi="Cambria"/>
                              </w:rPr>
                              <w:t>: Circumference of Circles</w:t>
                            </w:r>
                          </w:p>
                          <w:p w:rsidR="00B93E2A" w:rsidRDefault="00B93E2A" w:rsidP="00D87DFE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B93E2A" w:rsidRPr="00FC683D" w:rsidRDefault="00B93E2A" w:rsidP="00D87DFE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9E0D7B">
                              <w:rPr>
                                <w:rFonts w:ascii="Cambria" w:hAnsi="Cambria"/>
                              </w:rPr>
                              <w:t>Wednesday Nov 12,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0.2pt;margin-top:-35.4pt;width:261.5pt;height:53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5BLQAIAAIIEAAAOAAAAZHJzL2Uyb0RvYy54bWysVMGO0zAQvSPxD5bvNE3b7e5WTVerLkVI&#10;C6x24QNc20kMjseM3abl65k4bWmBEyIHayYeP897L5P53a6xbKsxGHAFzwdDzrSToIyrCv7l8+rN&#10;DWchCqeEBacLvteB3y1ev5q3fqZHUINVGhmBuDBrfcHrGP0sy4KsdSPCALx2tFkCNiJSilWmULSE&#10;3thsNBxOsxZQeQSpQ6C3D/0mXyT8stQyfirLoCOzBafeYloxretuzRZzMatQ+NrIQxviH7pohHF0&#10;6QnqQUTBNmj+gGqMRAhQxoGEJoOyNFInDsQmH/7G5qUWXicuJE7wJ5nC/4OVH7dPyIwi7645c6Ih&#10;j55h45RW7JnUE66yml13OrU+zKj8xT9hxzT4R5DfAnOwrKlK3yNCW2uhqLu8q88uDnRJoKNs3X4A&#10;RbeITYQk2a7EpgMkMdguObM/OaN3kUl6OR6P8uEVGShpb3ozHk2TdZmYHU97DPGdhoZ1QcGx49AR&#10;SFeI7WOIyR514CjUV87KxpLZW2FZPp1OE0lCPBRTdMRMdMEatTLWpgSr9dIio6MFX6UnMSZVzsus&#10;Yy2JcZs6F7aiCZERU0cXdeEcbpiev8ElTumD7WR+61SKozC2j6lj6w66d1L3lsXdendwbw1qTw4g&#10;9GNAY0tBDfiDs5ZGoODh+0ag5sy+d+TibT6ZdDOTksnV9YgSPN9Zn+8IJwmqZ8j6ZBn7Sdt4NFVN&#10;d+WJu4N78r408fiR9H0dOqcPnaKLSTrPU9WvX8fiJwAAAP//AwBQSwMEFAAGAAgAAAAhAK/ThK/f&#10;AAAACwEAAA8AAABkcnMvZG93bnJldi54bWxMj8tOwzAQRfdI/IM1SOxamwZCFDKpKh5C0BVtPsCN&#10;3SQiHkex24S/Z7qC5cwc3Tm3WM+uF2c7hs4Twt1SgbBUe9NRg1Dt3xYZiBA1Gd17sgg/NsC6vL4q&#10;dG78RF/2vIuN4BAKuUZoYxxyKUPdWqfD0g+W+Hb0o9ORx7GRZtQTh7terpRKpdMd8YdWD/a5tfX3&#10;7uQQth+f0ya+V6tkT8fsZYqvfltXiLc38+YJRLRz/IPhos/qULLTwZ/IBNEjPKTqnlGExaPiDhdC&#10;ZQmvDghJmoEsC/m/Q/kLAAD//wMAUEsBAi0AFAAGAAgAAAAhALaDOJL+AAAA4QEAABMAAAAAAAAA&#10;AAAAAAAAAAAAAFtDb250ZW50X1R5cGVzXS54bWxQSwECLQAUAAYACAAAACEAOP0h/9YAAACUAQAA&#10;CwAAAAAAAAAAAAAAAAAvAQAAX3JlbHMvLnJlbHNQSwECLQAUAAYACAAAACEAf6eQS0ACAACCBAAA&#10;DgAAAAAAAAAAAAAAAAAuAgAAZHJzL2Uyb0RvYy54bWxQSwECLQAUAAYACAAAACEAr9OEr98AAAAL&#10;AQAADwAAAAAAAAAAAAAAAACaBAAAZHJzL2Rvd25yZXYueG1sUEsFBgAAAAAEAAQA8wAAAKYFAAAA&#10;AA==&#10;" strokeweight="1.5pt">
                <v:textbox>
                  <w:txbxContent>
                    <w:p w:rsidR="00B93E2A" w:rsidRDefault="009E0D7B" w:rsidP="00D87DFE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HW#54</w:t>
                      </w:r>
                      <w:r w:rsidR="00B93E2A">
                        <w:rPr>
                          <w:rFonts w:ascii="Cambria" w:hAnsi="Cambria"/>
                        </w:rPr>
                        <w:t>: Circumference of Circles</w:t>
                      </w:r>
                    </w:p>
                    <w:p w:rsidR="00B93E2A" w:rsidRDefault="00B93E2A" w:rsidP="00D87DFE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B93E2A" w:rsidRPr="00FC683D" w:rsidRDefault="00B93E2A" w:rsidP="00D87DFE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9E0D7B">
                        <w:rPr>
                          <w:rFonts w:ascii="Cambria" w:hAnsi="Cambria"/>
                        </w:rPr>
                        <w:t>Wednesday Nov 12, 2014</w:t>
                      </w:r>
                    </w:p>
                  </w:txbxContent>
                </v:textbox>
              </v:roundrect>
            </w:pict>
          </mc:Fallback>
        </mc:AlternateContent>
      </w:r>
      <w:r w:rsidR="00D67C30" w:rsidRPr="00FC683D">
        <w:rPr>
          <w:rFonts w:ascii="Cambria" w:hAnsi="Cambria"/>
        </w:rPr>
        <w:t>Name: _________________________________________ TP: _______</w:t>
      </w:r>
    </w:p>
    <w:p w:rsidR="00C03D5C" w:rsidRDefault="00C03D5C" w:rsidP="00D67C30">
      <w:pPr>
        <w:outlineLvl w:val="0"/>
        <w:rPr>
          <w:rFonts w:ascii="Calibri" w:hAnsi="Calibri" w:cs="Cambria"/>
          <w:b/>
          <w:sz w:val="22"/>
        </w:rPr>
      </w:pPr>
    </w:p>
    <w:p w:rsidR="00D67C30" w:rsidRDefault="00D67C30" w:rsidP="00D67C30">
      <w:pPr>
        <w:outlineLvl w:val="0"/>
        <w:rPr>
          <w:rFonts w:ascii="Calibri" w:hAnsi="Calibri" w:cs="Cambria"/>
          <w:b/>
          <w:sz w:val="22"/>
        </w:rPr>
      </w:pPr>
      <w:r w:rsidRPr="0040113D">
        <w:rPr>
          <w:rFonts w:ascii="Calibri" w:hAnsi="Calibri" w:cs="Cambria"/>
          <w:b/>
          <w:sz w:val="22"/>
        </w:rPr>
        <w:t xml:space="preserve">Failure to show work on all problems or use complete sentences will result in a LaSalle. </w:t>
      </w:r>
      <w:r w:rsidR="003744C6">
        <w:rPr>
          <w:rFonts w:ascii="Calibri" w:hAnsi="Calibri" w:cs="Cambria"/>
          <w:b/>
          <w:sz w:val="22"/>
        </w:rPr>
        <w:t xml:space="preserve">  </w:t>
      </w:r>
      <w:r w:rsidR="003744C6" w:rsidRPr="003744C6">
        <w:rPr>
          <w:rFonts w:ascii="Calibri" w:hAnsi="Calibri" w:cs="Cambria"/>
          <w:b/>
          <w:i/>
          <w:sz w:val="22"/>
          <w:u w:val="single"/>
        </w:rPr>
        <w:t>Round to hundredths!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0"/>
        <w:gridCol w:w="518"/>
        <w:gridCol w:w="1300"/>
        <w:gridCol w:w="1712"/>
        <w:gridCol w:w="360"/>
        <w:gridCol w:w="2880"/>
      </w:tblGrid>
      <w:tr w:rsidR="009E0D7B" w:rsidRPr="00DB0204" w:rsidTr="00E44EF5">
        <w:tc>
          <w:tcPr>
            <w:tcW w:w="10790" w:type="dxa"/>
            <w:gridSpan w:val="6"/>
            <w:shd w:val="clear" w:color="auto" w:fill="auto"/>
          </w:tcPr>
          <w:p w:rsidR="009E0D7B" w:rsidRPr="00DB0204" w:rsidRDefault="009E0D7B" w:rsidP="009E0D7B">
            <w:pPr>
              <w:spacing w:line="276" w:lineRule="auto"/>
              <w:outlineLv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2540</wp:posOffset>
                  </wp:positionV>
                  <wp:extent cx="6296025" cy="2466340"/>
                  <wp:effectExtent l="0" t="0" r="9525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96025" cy="246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E0D7B" w:rsidRPr="00DB0204" w:rsidRDefault="009E0D7B" w:rsidP="005679BC">
            <w:pPr>
              <w:spacing w:line="276" w:lineRule="auto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84D7C" w:rsidRPr="00DB0204" w:rsidTr="007B31B1">
        <w:trPr>
          <w:trHeight w:val="8774"/>
        </w:trPr>
        <w:tc>
          <w:tcPr>
            <w:tcW w:w="10790" w:type="dxa"/>
            <w:gridSpan w:val="6"/>
            <w:shd w:val="clear" w:color="auto" w:fill="auto"/>
          </w:tcPr>
          <w:p w:rsidR="00E84D7C" w:rsidRDefault="00E84D7C" w:rsidP="00D67C3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Find the circumference of the following circles</w:t>
            </w:r>
          </w:p>
          <w:p w:rsidR="00E84D7C" w:rsidRPr="00DB0204" w:rsidRDefault="00E84D7C" w:rsidP="00D67C3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EB6B363" wp14:editId="620C972F">
                  <wp:extent cx="6858000" cy="2491105"/>
                  <wp:effectExtent l="0" t="0" r="0" b="4445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0" cy="2491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84D7C" w:rsidRDefault="00E84D7C" w:rsidP="00D67C30">
            <w:pPr>
              <w:rPr>
                <w:rFonts w:ascii="Calibri" w:hAnsi="Calibri" w:cs="Cambria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E9FDD32" wp14:editId="3257D797">
                  <wp:extent cx="6858000" cy="2301875"/>
                  <wp:effectExtent l="0" t="0" r="0" b="3175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0" cy="2301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84D7C" w:rsidRDefault="00E84D7C" w:rsidP="00D67C30">
            <w:pPr>
              <w:rPr>
                <w:rFonts w:ascii="Calibri" w:hAnsi="Calibri" w:cs="Cambria"/>
                <w:sz w:val="22"/>
                <w:szCs w:val="22"/>
              </w:rPr>
            </w:pPr>
          </w:p>
          <w:p w:rsidR="00E84D7C" w:rsidRDefault="00E84D7C" w:rsidP="00D67C30">
            <w:pPr>
              <w:rPr>
                <w:rFonts w:ascii="Calibri" w:hAnsi="Calibri" w:cs="Cambria"/>
                <w:sz w:val="22"/>
                <w:szCs w:val="22"/>
              </w:rPr>
            </w:pPr>
          </w:p>
          <w:p w:rsidR="00E84D7C" w:rsidRDefault="00E84D7C" w:rsidP="00D67C30">
            <w:pPr>
              <w:rPr>
                <w:rFonts w:ascii="Calibri" w:hAnsi="Calibri" w:cs="Cambria"/>
                <w:sz w:val="22"/>
                <w:szCs w:val="22"/>
              </w:rPr>
            </w:pPr>
          </w:p>
          <w:p w:rsidR="00E84D7C" w:rsidRPr="00DB0204" w:rsidRDefault="00E84D7C" w:rsidP="00D67C30">
            <w:pPr>
              <w:rPr>
                <w:rFonts w:ascii="Calibri" w:hAnsi="Calibri" w:cs="Cambria"/>
                <w:sz w:val="22"/>
                <w:szCs w:val="22"/>
              </w:rPr>
            </w:pPr>
          </w:p>
        </w:tc>
      </w:tr>
      <w:tr w:rsidR="00E84D7C" w:rsidRPr="00DB0204" w:rsidTr="00E84D7C">
        <w:tc>
          <w:tcPr>
            <w:tcW w:w="3906" w:type="dxa"/>
            <w:shd w:val="clear" w:color="auto" w:fill="auto"/>
          </w:tcPr>
          <w:p w:rsidR="009E0D7B" w:rsidRPr="00DB0204" w:rsidRDefault="009E0D7B" w:rsidP="00CB5E9F">
            <w:pPr>
              <w:spacing w:line="276" w:lineRule="auto"/>
              <w:outlineLv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1</w:t>
            </w:r>
            <w:r w:rsidR="00E84D7C">
              <w:rPr>
                <w:rFonts w:ascii="Calibri" w:hAnsi="Calibri" w:cs="Calibri"/>
                <w:sz w:val="22"/>
                <w:szCs w:val="22"/>
              </w:rPr>
              <w:t>0</w:t>
            </w:r>
            <w:r w:rsidRPr="00DB0204">
              <w:rPr>
                <w:rFonts w:ascii="Calibri" w:hAnsi="Calibri" w:cs="Calibri"/>
                <w:sz w:val="22"/>
                <w:szCs w:val="22"/>
              </w:rPr>
              <w:t>) Find the circumference of the circle below:</w:t>
            </w:r>
          </w:p>
          <w:p w:rsidR="009E0D7B" w:rsidRPr="00DB0204" w:rsidRDefault="009E0D7B" w:rsidP="00CB5E9F">
            <w:pPr>
              <w:spacing w:line="276" w:lineRule="auto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DB0204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5B929D78" wp14:editId="22AFD91D">
                  <wp:extent cx="1104900" cy="1095375"/>
                  <wp:effectExtent l="0" t="0" r="0" b="9525"/>
                  <wp:docPr id="2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624" b="194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6" w:type="dxa"/>
            <w:gridSpan w:val="4"/>
            <w:shd w:val="clear" w:color="auto" w:fill="auto"/>
          </w:tcPr>
          <w:p w:rsidR="009E0D7B" w:rsidRPr="00DB0204" w:rsidRDefault="00E84D7C" w:rsidP="00CB5E9F">
            <w:pPr>
              <w:spacing w:line="276" w:lineRule="auto"/>
              <w:outlineLv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</w:t>
            </w:r>
            <w:r w:rsidR="009E0D7B" w:rsidRPr="00DB0204">
              <w:rPr>
                <w:rFonts w:ascii="Calibri" w:hAnsi="Calibri" w:cs="Calibri"/>
                <w:sz w:val="22"/>
                <w:szCs w:val="22"/>
              </w:rPr>
              <w:t>) Find the circumference of the circle below:</w:t>
            </w:r>
          </w:p>
          <w:p w:rsidR="009E0D7B" w:rsidRPr="00DB0204" w:rsidRDefault="009E0D7B" w:rsidP="00CB5E9F">
            <w:pPr>
              <w:spacing w:line="276" w:lineRule="auto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DB0204">
              <w:rPr>
                <w:noProof/>
                <w:sz w:val="22"/>
                <w:szCs w:val="22"/>
              </w:rPr>
              <w:drawing>
                <wp:inline distT="0" distB="0" distL="0" distR="0" wp14:anchorId="4F29032D" wp14:editId="736BC6C9">
                  <wp:extent cx="1114425" cy="1076325"/>
                  <wp:effectExtent l="0" t="0" r="9525" b="9525"/>
                  <wp:docPr id="2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9611" b="256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8" w:type="dxa"/>
            <w:shd w:val="clear" w:color="auto" w:fill="auto"/>
          </w:tcPr>
          <w:p w:rsidR="009E0D7B" w:rsidRPr="00DB0204" w:rsidRDefault="00E84D7C" w:rsidP="00CB5E9F">
            <w:pPr>
              <w:spacing w:line="276" w:lineRule="auto"/>
              <w:outlineLv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</w:t>
            </w:r>
            <w:r w:rsidR="009E0D7B" w:rsidRPr="00DB0204">
              <w:rPr>
                <w:rFonts w:ascii="Calibri" w:hAnsi="Calibri" w:cs="Calibri"/>
                <w:sz w:val="22"/>
                <w:szCs w:val="22"/>
              </w:rPr>
              <w:t>) A car tire has a circumference of 64 inches. What is the diameter of the wheel? What is the radius?</w:t>
            </w:r>
          </w:p>
        </w:tc>
      </w:tr>
      <w:tr w:rsidR="00E84D7C" w:rsidRPr="00DB0204" w:rsidTr="00E84D7C">
        <w:tc>
          <w:tcPr>
            <w:tcW w:w="5665" w:type="dxa"/>
            <w:gridSpan w:val="3"/>
            <w:shd w:val="clear" w:color="auto" w:fill="auto"/>
          </w:tcPr>
          <w:p w:rsidR="009E0D7B" w:rsidRPr="00DB0204" w:rsidRDefault="00E84D7C" w:rsidP="00CB5E9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mbria"/>
                <w:sz w:val="22"/>
                <w:szCs w:val="22"/>
              </w:rPr>
              <w:t>13</w:t>
            </w:r>
            <w:r w:rsidR="009E0D7B" w:rsidRPr="00DB0204">
              <w:rPr>
                <w:rFonts w:ascii="Calibri" w:hAnsi="Calibri" w:cs="Cambria"/>
                <w:sz w:val="22"/>
                <w:szCs w:val="22"/>
              </w:rPr>
              <w:t xml:space="preserve">) </w:t>
            </w:r>
            <w:r w:rsidR="009E0D7B" w:rsidRPr="00DB0204">
              <w:rPr>
                <w:rFonts w:ascii="Calibri" w:hAnsi="Calibri" w:cs="Calibri"/>
                <w:sz w:val="22"/>
                <w:szCs w:val="22"/>
              </w:rPr>
              <w:t>The perimeter of a rectangle is 42 centimeters. The width of the rectangle is twice as long as its length. Find the length and width of the rectangle.</w:t>
            </w:r>
          </w:p>
          <w:p w:rsidR="009E0D7B" w:rsidRPr="00DB0204" w:rsidRDefault="009E0D7B" w:rsidP="00CB5E9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9E0D7B" w:rsidRPr="00DB0204" w:rsidRDefault="009E0D7B" w:rsidP="00CB5E9F">
            <w:pPr>
              <w:rPr>
                <w:rFonts w:ascii="Calibri" w:hAnsi="Calibri" w:cs="Cambria"/>
                <w:sz w:val="22"/>
                <w:szCs w:val="22"/>
              </w:rPr>
            </w:pPr>
          </w:p>
        </w:tc>
        <w:tc>
          <w:tcPr>
            <w:tcW w:w="5125" w:type="dxa"/>
            <w:gridSpan w:val="3"/>
            <w:shd w:val="clear" w:color="auto" w:fill="auto"/>
          </w:tcPr>
          <w:p w:rsidR="009E0D7B" w:rsidRPr="00DB0204" w:rsidRDefault="00E84D7C" w:rsidP="00CB5E9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mbria"/>
                <w:sz w:val="22"/>
                <w:szCs w:val="22"/>
              </w:rPr>
              <w:t>14</w:t>
            </w:r>
            <w:r w:rsidR="009E0D7B" w:rsidRPr="00DB0204">
              <w:rPr>
                <w:rFonts w:ascii="Calibri" w:hAnsi="Calibri" w:cs="Cambria"/>
                <w:sz w:val="22"/>
                <w:szCs w:val="22"/>
              </w:rPr>
              <w:t xml:space="preserve">) </w:t>
            </w:r>
            <w:r w:rsidR="009E0D7B" w:rsidRPr="00DB0204">
              <w:rPr>
                <w:rFonts w:ascii="Calibri" w:hAnsi="Calibri" w:cs="Calibri"/>
                <w:sz w:val="22"/>
                <w:szCs w:val="22"/>
              </w:rPr>
              <w:t>Linoleum floor tiles are each 1-foot square. What is the minimum number of these tiles needed to tile the entire floor of a 13-foot-by-15-foot rectangular kitchen and a 6-foot-by-8-foot rectangular bathroom?</w:t>
            </w:r>
          </w:p>
          <w:p w:rsidR="009E0D7B" w:rsidRPr="00DB0204" w:rsidRDefault="009E0D7B" w:rsidP="00CB5E9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9E0D7B" w:rsidRPr="00DB0204" w:rsidRDefault="009E0D7B" w:rsidP="00CB5E9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9E0D7B" w:rsidRPr="00DB0204" w:rsidRDefault="009E0D7B" w:rsidP="00CB5E9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9E0D7B" w:rsidRPr="00DB0204" w:rsidRDefault="009E0D7B" w:rsidP="00CB5E9F">
            <w:pPr>
              <w:rPr>
                <w:rFonts w:ascii="Calibri" w:hAnsi="Calibri" w:cs="Cambria"/>
                <w:sz w:val="22"/>
                <w:szCs w:val="22"/>
              </w:rPr>
            </w:pPr>
          </w:p>
        </w:tc>
      </w:tr>
      <w:tr w:rsidR="00E84D7C" w:rsidRPr="00DB0204" w:rsidTr="00E84D7C">
        <w:tc>
          <w:tcPr>
            <w:tcW w:w="4405" w:type="dxa"/>
            <w:gridSpan w:val="2"/>
            <w:shd w:val="clear" w:color="auto" w:fill="auto"/>
          </w:tcPr>
          <w:p w:rsidR="009E0D7B" w:rsidRDefault="00E84D7C" w:rsidP="00E84D7C">
            <w:pPr>
              <w:rPr>
                <w:rFonts w:ascii="Calibri" w:hAnsi="Calibri" w:cs="Cambria"/>
                <w:sz w:val="22"/>
                <w:szCs w:val="22"/>
              </w:rPr>
            </w:pPr>
            <w:r>
              <w:rPr>
                <w:rFonts w:ascii="Calibri" w:hAnsi="Calibri" w:cs="Cambria"/>
                <w:sz w:val="22"/>
                <w:szCs w:val="22"/>
              </w:rPr>
              <w:t>15</w:t>
            </w:r>
            <w:r w:rsidR="009E0D7B" w:rsidRPr="00DB0204">
              <w:rPr>
                <w:rFonts w:ascii="Calibri" w:hAnsi="Calibri" w:cs="Cambria"/>
                <w:sz w:val="22"/>
                <w:szCs w:val="22"/>
              </w:rPr>
              <w:t xml:space="preserve">) </w:t>
            </w:r>
            <w:r>
              <w:rPr>
                <w:rFonts w:ascii="Calibri" w:hAnsi="Calibri" w:cs="Cambria"/>
                <w:sz w:val="22"/>
                <w:szCs w:val="22"/>
              </w:rPr>
              <w:t>A circular park has circumference of 36π ft.</w:t>
            </w:r>
          </w:p>
          <w:p w:rsidR="00E84D7C" w:rsidRDefault="00E84D7C" w:rsidP="00E84D7C">
            <w:pPr>
              <w:rPr>
                <w:rFonts w:ascii="Calibri" w:hAnsi="Calibri" w:cs="Cambria"/>
                <w:sz w:val="22"/>
                <w:szCs w:val="22"/>
              </w:rPr>
            </w:pPr>
            <w:r>
              <w:rPr>
                <w:rFonts w:ascii="Calibri" w:hAnsi="Calibri" w:cs="Cambria"/>
                <w:sz w:val="22"/>
                <w:szCs w:val="22"/>
              </w:rPr>
              <w:tab/>
              <w:t>a) What is its diameter?</w:t>
            </w:r>
            <w:r>
              <w:rPr>
                <w:rFonts w:ascii="Calibri" w:hAnsi="Calibri" w:cs="Cambria"/>
                <w:sz w:val="22"/>
                <w:szCs w:val="22"/>
              </w:rPr>
              <w:br/>
            </w:r>
            <w:r>
              <w:rPr>
                <w:rFonts w:ascii="Calibri" w:hAnsi="Calibri" w:cs="Cambria"/>
                <w:sz w:val="22"/>
                <w:szCs w:val="22"/>
              </w:rPr>
              <w:tab/>
              <w:t>b) What is its radius</w:t>
            </w:r>
            <w:bookmarkStart w:id="0" w:name="_GoBack"/>
            <w:bookmarkEnd w:id="0"/>
          </w:p>
          <w:p w:rsidR="00E84D7C" w:rsidRPr="00DB0204" w:rsidRDefault="00E84D7C" w:rsidP="00E84D7C">
            <w:pPr>
              <w:rPr>
                <w:rFonts w:ascii="Calibri" w:hAnsi="Calibri" w:cs="Cambria"/>
                <w:sz w:val="22"/>
                <w:szCs w:val="22"/>
              </w:rPr>
            </w:pPr>
          </w:p>
        </w:tc>
        <w:tc>
          <w:tcPr>
            <w:tcW w:w="3122" w:type="dxa"/>
            <w:gridSpan w:val="2"/>
            <w:shd w:val="clear" w:color="auto" w:fill="auto"/>
          </w:tcPr>
          <w:p w:rsidR="009E0D7B" w:rsidRPr="00DB0204" w:rsidRDefault="00E84D7C" w:rsidP="00CB5E9F">
            <w:pPr>
              <w:tabs>
                <w:tab w:val="left" w:pos="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mbria"/>
                <w:sz w:val="22"/>
                <w:szCs w:val="22"/>
              </w:rPr>
              <w:t>16</w:t>
            </w:r>
            <w:r w:rsidR="009E0D7B" w:rsidRPr="00DB0204">
              <w:rPr>
                <w:rFonts w:ascii="Calibri" w:hAnsi="Calibri" w:cs="Cambria"/>
                <w:sz w:val="22"/>
                <w:szCs w:val="22"/>
              </w:rPr>
              <w:t xml:space="preserve">) </w:t>
            </w:r>
            <w:r w:rsidR="009E0D7B" w:rsidRPr="00DB0204">
              <w:rPr>
                <w:rFonts w:ascii="Calibri" w:hAnsi="Calibri" w:cs="Calibri"/>
                <w:sz w:val="22"/>
                <w:szCs w:val="22"/>
              </w:rPr>
              <w:t>A square has area of 169 in</w:t>
            </w:r>
            <w:r w:rsidR="009E0D7B" w:rsidRPr="00DB0204">
              <w:rPr>
                <w:rFonts w:ascii="Calibri" w:hAnsi="Calibri" w:cs="Calibri"/>
                <w:sz w:val="22"/>
                <w:szCs w:val="22"/>
                <w:vertAlign w:val="superscript"/>
              </w:rPr>
              <w:t>2</w:t>
            </w:r>
            <w:r w:rsidR="009E0D7B" w:rsidRPr="00DB0204">
              <w:rPr>
                <w:rFonts w:ascii="Calibri" w:hAnsi="Calibri" w:cs="Calibri"/>
                <w:sz w:val="22"/>
                <w:szCs w:val="22"/>
              </w:rPr>
              <w:t>. Find the side length and perimeter of the square.</w:t>
            </w:r>
          </w:p>
          <w:p w:rsidR="009E0D7B" w:rsidRPr="00DB0204" w:rsidRDefault="009E0D7B" w:rsidP="00CB5E9F">
            <w:pPr>
              <w:rPr>
                <w:rFonts w:ascii="Calibri" w:hAnsi="Calibri" w:cs="Cambria"/>
                <w:sz w:val="22"/>
                <w:szCs w:val="22"/>
              </w:rPr>
            </w:pPr>
          </w:p>
        </w:tc>
        <w:tc>
          <w:tcPr>
            <w:tcW w:w="3263" w:type="dxa"/>
            <w:gridSpan w:val="2"/>
            <w:shd w:val="clear" w:color="auto" w:fill="auto"/>
          </w:tcPr>
          <w:p w:rsidR="009E0D7B" w:rsidRPr="00DB0204" w:rsidRDefault="00E84D7C" w:rsidP="00CB5E9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mbria"/>
                <w:sz w:val="22"/>
                <w:szCs w:val="22"/>
              </w:rPr>
              <w:t>17</w:t>
            </w:r>
            <w:r w:rsidR="009E0D7B" w:rsidRPr="00DB0204">
              <w:rPr>
                <w:rFonts w:ascii="Calibri" w:hAnsi="Calibri" w:cs="Cambria"/>
                <w:sz w:val="22"/>
                <w:szCs w:val="22"/>
              </w:rPr>
              <w:t xml:space="preserve">) </w:t>
            </w:r>
            <w:r w:rsidR="009E0D7B" w:rsidRPr="00DB0204">
              <w:rPr>
                <w:rFonts w:ascii="Calibri" w:hAnsi="Calibri" w:cs="Calibri"/>
                <w:sz w:val="22"/>
                <w:szCs w:val="22"/>
              </w:rPr>
              <w:t>What is the circumference of the circle?</w:t>
            </w:r>
          </w:p>
          <w:p w:rsidR="009E0D7B" w:rsidRPr="00DB0204" w:rsidRDefault="009E0D7B" w:rsidP="00CB5E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B0204">
              <w:rPr>
                <w:rFonts w:ascii="Calibri" w:hAnsi="Calibri" w:cs="Calibri"/>
                <w:sz w:val="22"/>
                <w:szCs w:val="22"/>
              </w:rPr>
              <w:object w:dxaOrig="5100" w:dyaOrig="47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4.25pt;height:96.75pt" o:ole="">
                  <v:imagedata r:id="rId12" o:title=""/>
                </v:shape>
                <o:OLEObject Type="Embed" ProgID="PBrush" ShapeID="_x0000_i1025" DrawAspect="Content" ObjectID="_1477048239" r:id="rId13"/>
              </w:object>
            </w:r>
          </w:p>
          <w:p w:rsidR="009E0D7B" w:rsidRPr="00DB0204" w:rsidRDefault="009E0D7B" w:rsidP="00CB5E9F">
            <w:pPr>
              <w:rPr>
                <w:rFonts w:ascii="Calibri" w:hAnsi="Calibri" w:cs="Cambria"/>
                <w:sz w:val="22"/>
                <w:szCs w:val="22"/>
              </w:rPr>
            </w:pPr>
          </w:p>
        </w:tc>
      </w:tr>
      <w:tr w:rsidR="00E84D7C" w:rsidRPr="00DB0204" w:rsidTr="00E84D7C">
        <w:tc>
          <w:tcPr>
            <w:tcW w:w="5665" w:type="dxa"/>
            <w:gridSpan w:val="3"/>
            <w:shd w:val="clear" w:color="auto" w:fill="auto"/>
          </w:tcPr>
          <w:p w:rsidR="009E0D7B" w:rsidRPr="00DB0204" w:rsidRDefault="00E84D7C" w:rsidP="00CB5E9F">
            <w:pPr>
              <w:rPr>
                <w:rFonts w:ascii="Calibri" w:hAnsi="Calibri" w:cs="Cambria"/>
                <w:sz w:val="22"/>
                <w:szCs w:val="22"/>
              </w:rPr>
            </w:pPr>
            <w:r>
              <w:rPr>
                <w:rFonts w:ascii="Calibri" w:hAnsi="Calibri" w:cs="Cambria"/>
                <w:sz w:val="22"/>
                <w:szCs w:val="22"/>
              </w:rPr>
              <w:t>18</w:t>
            </w:r>
            <w:r w:rsidR="009E0D7B" w:rsidRPr="00DB0204">
              <w:rPr>
                <w:rFonts w:ascii="Calibri" w:hAnsi="Calibri" w:cs="Cambria"/>
                <w:sz w:val="22"/>
                <w:szCs w:val="22"/>
              </w:rPr>
              <w:t xml:space="preserve">) </w:t>
            </w:r>
            <w:r>
              <w:rPr>
                <w:rFonts w:ascii="Calibri" w:hAnsi="Calibri" w:cs="Cambria"/>
                <w:sz w:val="22"/>
                <w:szCs w:val="22"/>
              </w:rPr>
              <w:t>Find the radius and diameter</w:t>
            </w:r>
          </w:p>
          <w:p w:rsidR="009E0D7B" w:rsidRPr="00DB0204" w:rsidRDefault="00E84D7C" w:rsidP="00CB5E9F">
            <w:pPr>
              <w:rPr>
                <w:rFonts w:ascii="Calibri" w:hAnsi="Calibri" w:cs="Cambria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70F1425C" wp14:editId="728BBFE0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281305</wp:posOffset>
                  </wp:positionV>
                  <wp:extent cx="3438525" cy="2819400"/>
                  <wp:effectExtent l="0" t="0" r="9525" b="0"/>
                  <wp:wrapSquare wrapText="bothSides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8525" cy="281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25" w:type="dxa"/>
            <w:gridSpan w:val="3"/>
            <w:shd w:val="clear" w:color="auto" w:fill="auto"/>
          </w:tcPr>
          <w:p w:rsidR="009E0D7B" w:rsidRPr="00DB0204" w:rsidRDefault="00E84D7C" w:rsidP="00CB5E9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mbria"/>
                <w:sz w:val="22"/>
                <w:szCs w:val="22"/>
              </w:rPr>
              <w:t>19</w:t>
            </w:r>
            <w:r w:rsidR="009E0D7B" w:rsidRPr="00DB0204">
              <w:rPr>
                <w:rFonts w:ascii="Calibri" w:hAnsi="Calibri" w:cs="Cambria"/>
                <w:sz w:val="22"/>
                <w:szCs w:val="22"/>
              </w:rPr>
              <w:t xml:space="preserve">) </w:t>
            </w:r>
            <w:r w:rsidR="009E0D7B" w:rsidRPr="00DB0204">
              <w:rPr>
                <w:rFonts w:ascii="Calibri" w:hAnsi="Calibri"/>
                <w:sz w:val="22"/>
                <w:szCs w:val="22"/>
              </w:rPr>
              <w:t>A cut is made from the bottom of a 4 foot by 8 foot rectangle so that it leaves a 1 foot strip along the remaining sides as shown in the diagram below.  What is the perimeter of the remaining portion of the rectangle?</w:t>
            </w:r>
          </w:p>
          <w:p w:rsidR="009E0D7B" w:rsidRPr="00DB0204" w:rsidRDefault="00E84D7C" w:rsidP="00CB5E9F">
            <w:pPr>
              <w:rPr>
                <w:rFonts w:ascii="Calibri" w:hAnsi="Calibri"/>
                <w:sz w:val="22"/>
                <w:szCs w:val="22"/>
              </w:rPr>
            </w:pPr>
            <w:r w:rsidRPr="00DB0204">
              <w:rPr>
                <w:rFonts w:ascii="Calibri" w:hAnsi="Calibri" w:cs="Cambria"/>
                <w:noProof/>
                <w:sz w:val="2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EB14C24" wp14:editId="32C2E6E8">
                      <wp:simplePos x="0" y="0"/>
                      <wp:positionH relativeFrom="column">
                        <wp:posOffset>219710</wp:posOffset>
                      </wp:positionH>
                      <wp:positionV relativeFrom="paragraph">
                        <wp:posOffset>95250</wp:posOffset>
                      </wp:positionV>
                      <wp:extent cx="2463800" cy="1252855"/>
                      <wp:effectExtent l="1270" t="6350" r="1905" b="7620"/>
                      <wp:wrapNone/>
                      <wp:docPr id="18" name="Group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63800" cy="1252855"/>
                                <a:chOff x="6308" y="3098"/>
                                <a:chExt cx="3564" cy="1534"/>
                              </a:xfrm>
                            </wpg:grpSpPr>
                            <wpg:grpSp>
                              <wpg:cNvPr id="19" name="Group 16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920" y="3472"/>
                                  <a:ext cx="2470" cy="1160"/>
                                  <a:chOff x="4760" y="12980"/>
                                  <a:chExt cx="2470" cy="1160"/>
                                </a:xfrm>
                              </wpg:grpSpPr>
                              <wpg:grpSp>
                                <wpg:cNvPr id="20" name="Group 17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760" y="12980"/>
                                    <a:ext cx="2470" cy="1160"/>
                                    <a:chOff x="4690" y="12830"/>
                                    <a:chExt cx="2470" cy="1160"/>
                                  </a:xfrm>
                                </wpg:grpSpPr>
                                <wps:wsp>
                                  <wps:cNvPr id="21" name="Rectangle 171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4690" y="12830"/>
                                      <a:ext cx="2470" cy="1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000000"/>
                                          </a:solidFill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25400" dir="5400000" algn="ctr" rotWithShape="0">
                                              <a:srgbClr val="808080">
                                                <a:alpha val="35001"/>
                                              </a:srgbClr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ot="0" vert="horz" wrap="square" lIns="91440" tIns="91440" rIns="91440" bIns="91440" anchor="t" anchorCtr="0" upright="1">
                                    <a:noAutofit/>
                                  </wps:bodyPr>
                                </wps:wsp>
                                <wps:wsp>
                                  <wps:cNvPr id="22" name="Rectangle 172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4970" y="13130"/>
                                      <a:ext cx="1900" cy="8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000000"/>
                                          </a:solidFill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25400" dir="5400000" algn="ctr" rotWithShape="0">
                                              <a:srgbClr val="808080">
                                                <a:alpha val="35001"/>
                                              </a:srgbClr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ot="0" vert="horz" wrap="square" lIns="91440" tIns="91440" rIns="91440" bIns="9144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23" name="AutoShape 17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040" y="14139"/>
                                    <a:ext cx="190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FF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25400" dir="5400000" algn="ctr" rotWithShape="0">
                                            <a:srgbClr val="808080">
                                              <a:alpha val="35001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24" name="Text Box 17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64" y="3098"/>
                                  <a:ext cx="892" cy="29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E0D7B" w:rsidRPr="00725332" w:rsidRDefault="009E0D7B" w:rsidP="009E0D7B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8 ft.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5" name="Text Box 17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08" y="3846"/>
                                  <a:ext cx="892" cy="29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E0D7B" w:rsidRPr="00725332" w:rsidRDefault="009E0D7B" w:rsidP="009E0D7B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 ft.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6" name="Text Box 17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980" y="3892"/>
                                  <a:ext cx="892" cy="2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E0D7B" w:rsidRPr="00725332" w:rsidRDefault="009E0D7B" w:rsidP="009E0D7B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 w:rsidRPr="00725332">
                                      <w:rPr>
                                        <w:sz w:val="16"/>
                                        <w:szCs w:val="16"/>
                                      </w:rPr>
                                      <w:t xml:space="preserve"> ft.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B14C24" id="Group 168" o:spid="_x0000_s1027" style="position:absolute;margin-left:17.3pt;margin-top:7.5pt;width:194pt;height:98.65pt;z-index:251659264" coordorigin="6308,3098" coordsize="3564,15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upXgAUAALAdAAAOAAAAZHJzL2Uyb0RvYy54bWzsWVlv4zYQfi/Q/yDoXbEO6jLiLOIrKJC2&#10;iyZFn2lJtoTKokrSsdOi/70zpCQf62C9yTqLRe0AASkemhnym/lmdP1hsyyNp4yLglUD07myTSOr&#10;EpYW1WJg/v44tSLTEJJWKS1ZlQ3M50yYH25+/OF6Xfczl+WsTDNuwCaV6K/rgZlLWfd7PZHk2ZKK&#10;K1ZnFQzOGV9SCV2+6KWcrmH3ZdlzbTvorRlPa86STAh4OtaD5o3afz7PEvnrfC4yaZQDE2ST6j9X&#10;/2f4v3dzTfsLTuu8SBox6CukWNKigpd2W42ppMaKF59stSwSzgSby6uELXtsPi+STOkA2jj2gTZ3&#10;nK1qpcuiv17UnZnAtAd2evW2yS9PH7lRpHB2cFIVXcIZqdcaThChddb1og+T7nj9UH/kWkVo3rPk&#10;TwHDvcNx7C/0ZGO2/pmlsCFdSaass5nzJW4BehsbdQjP3SFkG2kk8NAlgRfZcFYJjDmu70a+r48p&#10;yeEscV3g2SAsDHt2rISk/SSfNOs9PyDNYt8juLJH+/rFSthGOK2Z6nRKtpaIDy0Rn9sSQeyCxqgR&#10;CV2t7dYeYWsMJ2gubGcJEsIjXOe4cdQNtqZwyeHSLzUFSrV3KWDDM1+KYyqdZosgbm0ReW+xBXgi&#10;sQWbeBvYHnJaZwrDAnHUXDHXae36G7goWi3KzHBCR9tWTWzRJjTUjIqNcpiX3XLO1nlGU5BLzYdL&#10;vbMAOwKA+lnskSPWetnM3b2h/ZoLeZexpYGNgclBfoVt+nQvpEZbOwWhXrFpUZbwnPbLyljjTQ0B&#10;3dgXrCxSHFUdvpiNSm48UfTU6ofWgBfvTVsWEuJFWSwHJjgJ+GmwoEEmVapeI2lR6jYsLivcPFOR&#10;QMsHvY2EpnoOPkN56X9iO55Ek4hYxA0mFrHHY+t2OiJWMHVCf+yNR6Ox8y9K7ZB+XqRpVqHgbcRw&#10;yGmXpIld2td3MWNPQXGKHXr7YigzgVb7Kt1OfTskXmSFoe9ZxJvY1jCajqzbkRME4WQ4Gk4OVJoo&#10;M4mvo1Vnc5SKreDYHvJ0baQF3hrXJ+ji0wJCMTbxIA1aLoBDJJKbBmfyj0LmCjwYIXCPPctENv7p&#10;i1fWOdX3xvNtW4Oim65s071eW6q9DdjrzrNRfmtLuD3tTVEYQ1hhqBD9GUufAWIgJMqG9AcaOeN/&#10;m8YaqMTAFH+tKM9Mo/ypApjGDiEwTe52+G5nttuhVQJbDUwJBlHNkdR8ZVXzYpHDmxyldsVuIazO&#10;C4W5rVQgP3bAg2lZz+/K3GOuTAUxFAR83tldWYxhDoOg57SOv3VlTow3C6lEpIPnxZNdPBlmFkcZ&#10;83H/fPFk39yTbZn7e3k1r/Vq6GVVHAKC5u0QtFGl06FkUzXpUMfR1PTH5xpSnz2KppegVzyJovk2&#10;hg30a8TxVAqiIpLKkrZ+TTGgl72akJxi2BixqgKqxriOHl+TrU3V7xhbg/y1IWXfNUHrOOwOXdC8&#10;VXOEC+96T96FWUFHcd7fMUBxQWfEj8gxhmwDfkGVGXbYjiE3MNAytXOlcGGAlQ7wD9sySEt7ohhY&#10;GbIeN275cFt7aZOzE/O3l5OTBvZ4+emWgrfuqGHrik7v7aEzsh1ItTnasazMcYk9dGNrGkShRabE&#10;t4DrRZbtxMM4sElMxtP9rOy+qLK35y+Yp8a+6+u84/xpapeEoPinZCByM9voql0bkd6SkxA/xELP&#10;kZykGTk1JxE1Rsvpt89J/CMgVVXEdwfptlYZkUAXKy4g/Z+BtEuGLyDdrYEGR0CqIPLuII2weK4i&#10;KQZOVUX8FKT6M8TLTPtzldC9KLhXzLpEUlUB7KjDbsD9woLv6yNpl9t9LyBV1Bc+Cyq+0HzCxO+O&#10;u31o735ovfkPAAD//wMAUEsDBBQABgAIAAAAIQCl/Fa63wAAAAkBAAAPAAAAZHJzL2Rvd25yZXYu&#10;eG1sTI/NasMwEITvhb6D2EBvjfyThOJYDiG0PYVCk0LpTbE2tom1MpZiO2/f7ak57sww+02+mWwr&#10;Bux940hBPI9AIJXONFQp+Dq+Pb+A8EGT0a0jVHBDD5vi8SHXmXEjfeJwCJXgEvKZVlCH0GVS+rJG&#10;q/3cdUjsnV1vdeCzr6Tp9cjltpVJFK2k1Q3xh1p3uKuxvByuVsH7qMdtGr8O+8t5d/s5Lj++9zEq&#10;9TSbtmsQAafwH4Y/fEaHgplO7krGi1ZBulhxkvUlT2J/kSQsnBQkcZKCLHJ5v6D4BQAA//8DAFBL&#10;AQItABQABgAIAAAAIQC2gziS/gAAAOEBAAATAAAAAAAAAAAAAAAAAAAAAABbQ29udGVudF9UeXBl&#10;c10ueG1sUEsBAi0AFAAGAAgAAAAhADj9If/WAAAAlAEAAAsAAAAAAAAAAAAAAAAALwEAAF9yZWxz&#10;Ly5yZWxzUEsBAi0AFAAGAAgAAAAhANfS6leABQAAsB0AAA4AAAAAAAAAAAAAAAAALgIAAGRycy9l&#10;Mm9Eb2MueG1sUEsBAi0AFAAGAAgAAAAhAKX8VrrfAAAACQEAAA8AAAAAAAAAAAAAAAAA2gcAAGRy&#10;cy9kb3ducmV2LnhtbFBLBQYAAAAABAAEAPMAAADmCAAAAAA=&#10;">
                      <v:group id="Group 169" o:spid="_x0000_s1028" style="position:absolute;left:6920;top:3472;width:2470;height:1160" coordorigin="4760,12980" coordsize="2470,1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<v:group id="Group 170" o:spid="_x0000_s1029" style="position:absolute;left:4760;top:12980;width:2470;height:1160" coordorigin="4690,12830" coordsize="2470,1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    <v:rect id="Rectangle 171" o:spid="_x0000_s1030" style="position:absolute;left:4690;top:12830;width:2470;height:1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bR3sMA&#10;AADbAAAADwAAAGRycy9kb3ducmV2LnhtbESPT4vCMBTE78J+h/AWvIhNFZSlGkVkBcGT/1iPj+bZ&#10;FJuX0mRt9dMbYWGPw8z8hpkvO1uJOzW+dKxglKQgiHOnSy4UnI6b4RcIH5A1Vo5JwYM8LBcfvTlm&#10;2rW8p/shFCJC2GeowIRQZ1L63JBFn7iaOHpX11gMUTaF1A22EW4rOU7TqbRYclwwWNPaUH47/FoF&#10;VX6+7Hx7XMvJ9ee5HQy+aWduSvU/u9UMRKAu/If/2lutYDyC95f4A+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mbR3sMAAADbAAAADwAAAAAAAAAAAAAAAACYAgAAZHJzL2Rv&#10;d25yZXYueG1sUEsFBgAAAAAEAAQA9QAAAIgDAAAAAA==&#10;" filled="f" fillcolor="black" strokeweight="1pt">
                            <v:shadow opacity="22938f" offset="0"/>
                            <v:textbox inset=",7.2pt,,7.2pt"/>
                          </v:rect>
                          <v:rect id="Rectangle 172" o:spid="_x0000_s1031" style="position:absolute;left:4970;top:13130;width:1900;height:8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RPqcUA&#10;AADbAAAADwAAAGRycy9kb3ducmV2LnhtbESPQWvCQBSE7wX/w/IKXkLdNNAiqasUUQjk1Kjo8ZF9&#10;ZoPZtyG7NWl/fbdQ6HGYmW+Y1WaynbjT4FvHCp4XKQji2umWGwXHw/5pCcIHZI2dY1LwRR4269nD&#10;CnPtRv6gexUaESHsc1RgQuhzKX1tyKJfuJ44elc3WAxRDo3UA44RbjuZpemrtNhyXDDY09ZQfas+&#10;rYKuPl1KPx628uV6/i6SZEeluSk1f5ze30AEmsJ/+K9daAVZBr9f4g+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tE+pxQAAANsAAAAPAAAAAAAAAAAAAAAAAJgCAABkcnMv&#10;ZG93bnJldi54bWxQSwUGAAAAAAQABAD1AAAAigMAAAAA&#10;" filled="f" fillcolor="black" strokeweight="1pt">
                            <v:shadow opacity="22938f" offset="0"/>
                            <v:textbox inset=",7.2pt,,7.2pt"/>
                          </v:rect>
                        </v:group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73" o:spid="_x0000_s1032" type="#_x0000_t32" style="position:absolute;left:5040;top:14139;width:19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kIOMIAAADbAAAADwAAAGRycy9kb3ducmV2LnhtbESPQWsCMRSE7wX/Q3gFL0UTbamyGkUU&#10;W69a8fxInrtLNy/LJq6rv74RhB6HmfmGmS87V4mWmlB61jAaKhDExtuScw3Hn+1gCiJEZIuVZ9Jw&#10;owDLRe9ljpn1V95Te4i5SBAOGWooYqwzKYMpyGEY+po4eWffOIxJNrm0DV4T3FVyrNSndFhyWiiw&#10;pnVB5vdwcRpUvjuFdvJtPi737ebG5kut305a91+71QxEpC7+h5/tndUwfofHl/QD5O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ukIOMIAAADbAAAADwAAAAAAAAAAAAAA&#10;AAChAgAAZHJzL2Rvd25yZXYueG1sUEsFBgAAAAAEAAQA+QAAAJADAAAAAA==&#10;" strokecolor="white" strokeweight="1pt">
                          <v:shadow opacity="22938f" offset="0"/>
                        </v:shape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74" o:spid="_x0000_s1033" type="#_x0000_t202" style="position:absolute;left:7664;top:3098;width:892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aygMIA&#10;AADbAAAADwAAAGRycy9kb3ducmV2LnhtbESPQWsCMRSE74X+h/AK3mrWpRRZjSKWghQUXdv7I3lm&#10;Fzcvyybq6q83BcHjMDPfMNN57xpxpi7UnhWMhhkIYu1NzVbB7/77fQwiRGSDjWdScKUA89nryxQL&#10;4y+8o3MZrUgQDgUqqGJsCymDrshhGPqWOHkH3zmMSXZWmg4vCe4amWfZp3RYc1qosKVlRfpYnpwC&#10;vR/TbfNH24390q29/RyW+VoqNXjrFxMQkfr4DD/aK6Mg/4D/L+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ZrKAwgAAANsAAAAPAAAAAAAAAAAAAAAAAJgCAABkcnMvZG93&#10;bnJldi54bWxQSwUGAAAAAAQABAD1AAAAhwMAAAAA&#10;" stroked="f">
                        <v:fill opacity="0"/>
                        <v:textbox style="mso-fit-shape-to-text:t">
                          <w:txbxContent>
                            <w:p w:rsidR="009E0D7B" w:rsidRPr="00725332" w:rsidRDefault="009E0D7B" w:rsidP="009E0D7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8 ft.</w:t>
                              </w:r>
                            </w:p>
                          </w:txbxContent>
                        </v:textbox>
                      </v:shape>
                      <v:shape id="Text Box 175" o:spid="_x0000_s1034" type="#_x0000_t202" style="position:absolute;left:6308;top:3846;width:892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oXG8IA&#10;AADbAAAADwAAAGRycy9kb3ducmV2LnhtbESPQWsCMRSE74X+h/AK3mrWhRZZjSKWghQUXdv7I3lm&#10;Fzcvyybq6q83BcHjMDPfMNN57xpxpi7UnhWMhhkIYu1NzVbB7/77fQwiRGSDjWdScKUA89nryxQL&#10;4y+8o3MZrUgQDgUqqGJsCymDrshhGPqWOHkH3zmMSXZWmg4vCe4amWfZp3RYc1qosKVlRfpYnpwC&#10;vR/TbfNH24390q29/RyW+VoqNXjrFxMQkfr4DD/aK6Mg/4D/L+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KhcbwgAAANsAAAAPAAAAAAAAAAAAAAAAAJgCAABkcnMvZG93&#10;bnJldi54bWxQSwUGAAAAAAQABAD1AAAAhwMAAAAA&#10;" stroked="f">
                        <v:fill opacity="0"/>
                        <v:textbox style="mso-fit-shape-to-text:t">
                          <w:txbxContent>
                            <w:p w:rsidR="009E0D7B" w:rsidRPr="00725332" w:rsidRDefault="009E0D7B" w:rsidP="009E0D7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 ft.</w:t>
                              </w:r>
                            </w:p>
                          </w:txbxContent>
                        </v:textbox>
                      </v:shape>
                      <v:shape id="Text Box 176" o:spid="_x0000_s1035" type="#_x0000_t202" style="position:absolute;left:8980;top:3892;width:892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iJbMEA&#10;AADbAAAADwAAAGRycy9kb3ducmV2LnhtbESPQYvCMBSE7wv+h/AEb2tqDyJdoywuggjKquv9kTzT&#10;YvNSmqjVX78RBI/DzHzDTOedq8WV2lB5VjAaZiCItTcVWwV/h+XnBESIyAZrz6TgTgHms97HFAvj&#10;b7yj6z5akSAcClRQxtgUUgZdksMw9A1x8k6+dRiTbK00Ld4S3NUyz7KxdFhxWiixoUVJ+ry/OAX6&#10;MKHH9ki/W/ujG/tYnxb5Rio16HffXyAidfEdfrVXRkE+hueX9APk7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z4iWzBAAAA2wAAAA8AAAAAAAAAAAAAAAAAmAIAAGRycy9kb3du&#10;cmV2LnhtbFBLBQYAAAAABAAEAPUAAACGAwAAAAA=&#10;" stroked="f">
                        <v:fill opacity="0"/>
                        <v:textbox style="mso-fit-shape-to-text:t">
                          <w:txbxContent>
                            <w:p w:rsidR="009E0D7B" w:rsidRPr="00725332" w:rsidRDefault="009E0D7B" w:rsidP="009E0D7B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1</w:t>
                              </w:r>
                              <w:r w:rsidRPr="00725332">
                                <w:rPr>
                                  <w:sz w:val="16"/>
                                  <w:szCs w:val="16"/>
                                </w:rPr>
                                <w:t xml:space="preserve"> ft.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9E0D7B" w:rsidRPr="00DB0204" w:rsidRDefault="009E0D7B" w:rsidP="00CB5E9F">
            <w:pPr>
              <w:rPr>
                <w:rFonts w:ascii="Calibri" w:hAnsi="Calibri"/>
                <w:sz w:val="22"/>
                <w:szCs w:val="22"/>
              </w:rPr>
            </w:pPr>
          </w:p>
          <w:p w:rsidR="009E0D7B" w:rsidRPr="00DB0204" w:rsidRDefault="009E0D7B" w:rsidP="00CB5E9F">
            <w:pPr>
              <w:rPr>
                <w:rFonts w:ascii="Calibri" w:hAnsi="Calibri"/>
                <w:sz w:val="22"/>
                <w:szCs w:val="22"/>
              </w:rPr>
            </w:pPr>
          </w:p>
          <w:p w:rsidR="009E0D7B" w:rsidRPr="00DB0204" w:rsidRDefault="009E0D7B" w:rsidP="00CB5E9F">
            <w:pPr>
              <w:rPr>
                <w:rFonts w:ascii="Calibri" w:hAnsi="Calibri"/>
                <w:sz w:val="22"/>
                <w:szCs w:val="22"/>
              </w:rPr>
            </w:pPr>
          </w:p>
          <w:p w:rsidR="009E0D7B" w:rsidRPr="00DB0204" w:rsidRDefault="009E0D7B" w:rsidP="00CB5E9F">
            <w:pPr>
              <w:rPr>
                <w:rFonts w:ascii="Calibri" w:hAnsi="Calibri"/>
                <w:sz w:val="22"/>
                <w:szCs w:val="22"/>
              </w:rPr>
            </w:pPr>
          </w:p>
          <w:p w:rsidR="009E0D7B" w:rsidRPr="00DB0204" w:rsidRDefault="009E0D7B" w:rsidP="00CB5E9F">
            <w:pPr>
              <w:rPr>
                <w:rFonts w:ascii="Calibri" w:hAnsi="Calibri"/>
                <w:sz w:val="22"/>
                <w:szCs w:val="22"/>
              </w:rPr>
            </w:pPr>
          </w:p>
          <w:p w:rsidR="009E0D7B" w:rsidRDefault="009E0D7B" w:rsidP="00CB5E9F">
            <w:pPr>
              <w:rPr>
                <w:rFonts w:ascii="Calibri" w:hAnsi="Calibri"/>
                <w:sz w:val="22"/>
                <w:szCs w:val="22"/>
              </w:rPr>
            </w:pPr>
          </w:p>
          <w:p w:rsidR="009E0D7B" w:rsidRDefault="009E0D7B" w:rsidP="00CB5E9F">
            <w:pPr>
              <w:rPr>
                <w:rFonts w:ascii="Calibri" w:hAnsi="Calibri"/>
                <w:sz w:val="22"/>
                <w:szCs w:val="22"/>
              </w:rPr>
            </w:pPr>
          </w:p>
          <w:p w:rsidR="009E0D7B" w:rsidRDefault="009E0D7B" w:rsidP="00CB5E9F">
            <w:pPr>
              <w:rPr>
                <w:rFonts w:ascii="Calibri" w:hAnsi="Calibri"/>
                <w:sz w:val="22"/>
                <w:szCs w:val="22"/>
              </w:rPr>
            </w:pPr>
          </w:p>
          <w:p w:rsidR="009E0D7B" w:rsidRDefault="009E0D7B" w:rsidP="00CB5E9F">
            <w:pPr>
              <w:rPr>
                <w:rFonts w:ascii="Calibri" w:hAnsi="Calibri"/>
                <w:sz w:val="22"/>
                <w:szCs w:val="22"/>
              </w:rPr>
            </w:pPr>
          </w:p>
          <w:p w:rsidR="009E0D7B" w:rsidRDefault="009E0D7B" w:rsidP="00CB5E9F">
            <w:pPr>
              <w:rPr>
                <w:rFonts w:ascii="Calibri" w:hAnsi="Calibri"/>
                <w:sz w:val="22"/>
                <w:szCs w:val="22"/>
              </w:rPr>
            </w:pPr>
          </w:p>
          <w:p w:rsidR="009E0D7B" w:rsidRDefault="009E0D7B" w:rsidP="00CB5E9F">
            <w:pPr>
              <w:rPr>
                <w:rFonts w:ascii="Calibri" w:hAnsi="Calibri"/>
                <w:sz w:val="22"/>
                <w:szCs w:val="22"/>
              </w:rPr>
            </w:pPr>
          </w:p>
          <w:p w:rsidR="009E0D7B" w:rsidRDefault="009E0D7B" w:rsidP="00CB5E9F">
            <w:pPr>
              <w:rPr>
                <w:rFonts w:ascii="Calibri" w:hAnsi="Calibri"/>
                <w:sz w:val="22"/>
                <w:szCs w:val="22"/>
              </w:rPr>
            </w:pPr>
          </w:p>
          <w:p w:rsidR="009E0D7B" w:rsidRDefault="009E0D7B" w:rsidP="00CB5E9F">
            <w:pPr>
              <w:rPr>
                <w:rFonts w:ascii="Calibri" w:hAnsi="Calibri"/>
                <w:sz w:val="22"/>
                <w:szCs w:val="22"/>
              </w:rPr>
            </w:pPr>
          </w:p>
          <w:p w:rsidR="009E0D7B" w:rsidRPr="00DB0204" w:rsidRDefault="009E0D7B" w:rsidP="00CB5E9F">
            <w:pPr>
              <w:rPr>
                <w:rFonts w:ascii="Calibri" w:hAnsi="Calibri"/>
                <w:sz w:val="22"/>
                <w:szCs w:val="22"/>
              </w:rPr>
            </w:pPr>
          </w:p>
          <w:p w:rsidR="009E0D7B" w:rsidRPr="00DB0204" w:rsidRDefault="009E0D7B" w:rsidP="00CB5E9F">
            <w:pPr>
              <w:rPr>
                <w:rFonts w:ascii="Calibri" w:hAnsi="Calibri" w:cs="Cambria"/>
                <w:sz w:val="22"/>
                <w:szCs w:val="22"/>
              </w:rPr>
            </w:pPr>
          </w:p>
        </w:tc>
      </w:tr>
    </w:tbl>
    <w:p w:rsidR="00205586" w:rsidRPr="00D44A6D" w:rsidRDefault="00205586" w:rsidP="00205586">
      <w:pPr>
        <w:rPr>
          <w:rFonts w:ascii="Calibri" w:hAnsi="Calibri"/>
          <w:szCs w:val="20"/>
        </w:rPr>
      </w:pPr>
    </w:p>
    <w:sectPr w:rsidR="00205586" w:rsidRPr="00D44A6D" w:rsidSect="009C5306">
      <w:footerReference w:type="default" r:id="rId15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81A" w:rsidRDefault="000C681A">
      <w:r>
        <w:separator/>
      </w:r>
    </w:p>
  </w:endnote>
  <w:endnote w:type="continuationSeparator" w:id="0">
    <w:p w:rsidR="000C681A" w:rsidRDefault="000C6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E2A" w:rsidRPr="008B41BB" w:rsidRDefault="00172CE8" w:rsidP="009C5306">
    <w:pPr>
      <w:jc w:val="center"/>
      <w:rPr>
        <w:rFonts w:ascii="Tw Cen MT Condensed Extra Bold" w:hAnsi="Tw Cen MT Condensed Extra Bold"/>
        <w:sz w:val="40"/>
      </w:rPr>
    </w:pPr>
    <w:r>
      <w:rPr>
        <w:rFonts w:ascii="Tw Cen MT Condensed Extra Bold" w:hAnsi="Tw Cen MT Condensed Extra Bold"/>
        <w:sz w:val="40"/>
      </w:rPr>
      <w:t>Define YOUR Pride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81A" w:rsidRDefault="000C681A">
      <w:r>
        <w:separator/>
      </w:r>
    </w:p>
  </w:footnote>
  <w:footnote w:type="continuationSeparator" w:id="0">
    <w:p w:rsidR="000C681A" w:rsidRDefault="000C68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3F2A87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085F2B"/>
    <w:multiLevelType w:val="hybridMultilevel"/>
    <w:tmpl w:val="3D927F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E26C1"/>
    <w:multiLevelType w:val="hybridMultilevel"/>
    <w:tmpl w:val="B39280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9E3904"/>
    <w:multiLevelType w:val="hybridMultilevel"/>
    <w:tmpl w:val="4B4056A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B95DEB"/>
    <w:multiLevelType w:val="hybridMultilevel"/>
    <w:tmpl w:val="756898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C517D9"/>
    <w:multiLevelType w:val="hybridMultilevel"/>
    <w:tmpl w:val="68E481D4"/>
    <w:lvl w:ilvl="0" w:tplc="10BEAB9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07617B"/>
    <w:multiLevelType w:val="hybridMultilevel"/>
    <w:tmpl w:val="DEF27B5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D720D25"/>
    <w:multiLevelType w:val="hybridMultilevel"/>
    <w:tmpl w:val="C7A462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8F0E33"/>
    <w:multiLevelType w:val="hybridMultilevel"/>
    <w:tmpl w:val="B8E0DF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3F7A4C"/>
    <w:multiLevelType w:val="hybridMultilevel"/>
    <w:tmpl w:val="2D0C8B48"/>
    <w:lvl w:ilvl="0" w:tplc="537C0EC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3821C00"/>
    <w:multiLevelType w:val="hybridMultilevel"/>
    <w:tmpl w:val="A950F510"/>
    <w:lvl w:ilvl="0" w:tplc="169A7CFC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EE0022"/>
    <w:multiLevelType w:val="hybridMultilevel"/>
    <w:tmpl w:val="7CB0CD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373258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461AEA"/>
    <w:multiLevelType w:val="hybridMultilevel"/>
    <w:tmpl w:val="1FAA18F4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C15D4F"/>
    <w:multiLevelType w:val="hybridMultilevel"/>
    <w:tmpl w:val="51B042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9D7DD7"/>
    <w:multiLevelType w:val="hybridMultilevel"/>
    <w:tmpl w:val="CA5CA442"/>
    <w:lvl w:ilvl="0" w:tplc="84DA213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2260B60"/>
    <w:multiLevelType w:val="hybridMultilevel"/>
    <w:tmpl w:val="0BF2BF3E"/>
    <w:lvl w:ilvl="0" w:tplc="4A1EC3E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646E0CCE"/>
    <w:multiLevelType w:val="hybridMultilevel"/>
    <w:tmpl w:val="65A4C5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3D4A75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064528"/>
    <w:multiLevelType w:val="hybridMultilevel"/>
    <w:tmpl w:val="B130EFF6"/>
    <w:lvl w:ilvl="0" w:tplc="310280FA">
      <w:start w:val="1"/>
      <w:numFmt w:val="upperLetter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BD461A8"/>
    <w:multiLevelType w:val="hybridMultilevel"/>
    <w:tmpl w:val="5ACA82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BD1252"/>
    <w:multiLevelType w:val="hybridMultilevel"/>
    <w:tmpl w:val="72A6D72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9A27C6C"/>
    <w:multiLevelType w:val="hybridMultilevel"/>
    <w:tmpl w:val="37005342"/>
    <w:lvl w:ilvl="0" w:tplc="69567A3A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B055054"/>
    <w:multiLevelType w:val="hybridMultilevel"/>
    <w:tmpl w:val="1E92243E"/>
    <w:lvl w:ilvl="0" w:tplc="2320EB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AF7FBB"/>
    <w:multiLevelType w:val="hybridMultilevel"/>
    <w:tmpl w:val="73B462DE"/>
    <w:lvl w:ilvl="0" w:tplc="0EFAE734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0"/>
  </w:num>
  <w:num w:numId="3">
    <w:abstractNumId w:val="22"/>
  </w:num>
  <w:num w:numId="4">
    <w:abstractNumId w:val="9"/>
  </w:num>
  <w:num w:numId="5">
    <w:abstractNumId w:val="15"/>
  </w:num>
  <w:num w:numId="6">
    <w:abstractNumId w:val="13"/>
  </w:num>
  <w:num w:numId="7">
    <w:abstractNumId w:val="3"/>
  </w:num>
  <w:num w:numId="8">
    <w:abstractNumId w:val="7"/>
  </w:num>
  <w:num w:numId="9">
    <w:abstractNumId w:val="23"/>
  </w:num>
  <w:num w:numId="10">
    <w:abstractNumId w:val="17"/>
  </w:num>
  <w:num w:numId="11">
    <w:abstractNumId w:val="19"/>
  </w:num>
  <w:num w:numId="12">
    <w:abstractNumId w:val="6"/>
  </w:num>
  <w:num w:numId="13">
    <w:abstractNumId w:val="1"/>
  </w:num>
  <w:num w:numId="14">
    <w:abstractNumId w:val="21"/>
  </w:num>
  <w:num w:numId="15">
    <w:abstractNumId w:val="11"/>
  </w:num>
  <w:num w:numId="16">
    <w:abstractNumId w:val="18"/>
  </w:num>
  <w:num w:numId="17">
    <w:abstractNumId w:val="14"/>
  </w:num>
  <w:num w:numId="18">
    <w:abstractNumId w:val="2"/>
  </w:num>
  <w:num w:numId="19">
    <w:abstractNumId w:val="12"/>
  </w:num>
  <w:num w:numId="20">
    <w:abstractNumId w:val="24"/>
  </w:num>
  <w:num w:numId="21">
    <w:abstractNumId w:val="5"/>
  </w:num>
  <w:num w:numId="22">
    <w:abstractNumId w:val="0"/>
  </w:num>
  <w:num w:numId="23">
    <w:abstractNumId w:val="16"/>
  </w:num>
  <w:num w:numId="24">
    <w:abstractNumId w:val="4"/>
  </w:num>
  <w:num w:numId="25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694"/>
    <w:rsid w:val="00056B16"/>
    <w:rsid w:val="00092323"/>
    <w:rsid w:val="000C681A"/>
    <w:rsid w:val="00117502"/>
    <w:rsid w:val="001238FF"/>
    <w:rsid w:val="00172CE8"/>
    <w:rsid w:val="00193AA0"/>
    <w:rsid w:val="001C2A6E"/>
    <w:rsid w:val="00205586"/>
    <w:rsid w:val="002F5CA4"/>
    <w:rsid w:val="00356710"/>
    <w:rsid w:val="003744C6"/>
    <w:rsid w:val="0045307A"/>
    <w:rsid w:val="004F4694"/>
    <w:rsid w:val="004F4892"/>
    <w:rsid w:val="00524264"/>
    <w:rsid w:val="005679BC"/>
    <w:rsid w:val="005D7A8D"/>
    <w:rsid w:val="006053F8"/>
    <w:rsid w:val="00772BAB"/>
    <w:rsid w:val="007817D7"/>
    <w:rsid w:val="007A5A24"/>
    <w:rsid w:val="007B7D93"/>
    <w:rsid w:val="007D62A8"/>
    <w:rsid w:val="007F11CF"/>
    <w:rsid w:val="007F24A9"/>
    <w:rsid w:val="00817EE1"/>
    <w:rsid w:val="008A2125"/>
    <w:rsid w:val="00920149"/>
    <w:rsid w:val="0098121F"/>
    <w:rsid w:val="009C5306"/>
    <w:rsid w:val="009E0D7B"/>
    <w:rsid w:val="00A05874"/>
    <w:rsid w:val="00A61580"/>
    <w:rsid w:val="00A943BA"/>
    <w:rsid w:val="00B93E2A"/>
    <w:rsid w:val="00BB482B"/>
    <w:rsid w:val="00BE36D3"/>
    <w:rsid w:val="00C023C7"/>
    <w:rsid w:val="00C03D5C"/>
    <w:rsid w:val="00C13CD3"/>
    <w:rsid w:val="00C60A52"/>
    <w:rsid w:val="00C87B92"/>
    <w:rsid w:val="00D0517C"/>
    <w:rsid w:val="00D1503F"/>
    <w:rsid w:val="00D50AAE"/>
    <w:rsid w:val="00D67C30"/>
    <w:rsid w:val="00D7507B"/>
    <w:rsid w:val="00D87DFE"/>
    <w:rsid w:val="00D94DE9"/>
    <w:rsid w:val="00DA0955"/>
    <w:rsid w:val="00DB0204"/>
    <w:rsid w:val="00DE7BE4"/>
    <w:rsid w:val="00E518B6"/>
    <w:rsid w:val="00E7791A"/>
    <w:rsid w:val="00E83BDA"/>
    <w:rsid w:val="00E84D7C"/>
    <w:rsid w:val="00F5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E91572F-256A-4462-A7FB-73B541F51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uiPriority="34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Grid-Accent11">
    <w:name w:val="Light Grid - Accent 11"/>
    <w:rsid w:val="002F1296"/>
    <w:rPr>
      <w:color w:val="808080"/>
    </w:rPr>
  </w:style>
  <w:style w:type="paragraph" w:customStyle="1" w:styleId="MediumShading1-Accent11">
    <w:name w:val="Medium Shading 1 - Accent 11"/>
    <w:uiPriority w:val="1"/>
    <w:qFormat/>
    <w:rsid w:val="009A0568"/>
    <w:rPr>
      <w:sz w:val="22"/>
      <w:szCs w:val="22"/>
    </w:rPr>
  </w:style>
  <w:style w:type="paragraph" w:customStyle="1" w:styleId="PlainTable31">
    <w:name w:val="Plain Table 3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SubtleEmphasis1">
    <w:name w:val="Subtle Emphasis1"/>
    <w:basedOn w:val="Normal"/>
    <w:uiPriority w:val="34"/>
    <w:qFormat/>
    <w:rsid w:val="006B1927"/>
    <w:pPr>
      <w:ind w:left="720"/>
      <w:contextualSpacing/>
    </w:pPr>
  </w:style>
  <w:style w:type="paragraph" w:customStyle="1" w:styleId="DarkList-Accent51">
    <w:name w:val="Dark List - Accent 51"/>
    <w:basedOn w:val="Normal"/>
    <w:uiPriority w:val="34"/>
    <w:qFormat/>
    <w:rsid w:val="00741C52"/>
    <w:pPr>
      <w:ind w:left="720"/>
    </w:pPr>
  </w:style>
  <w:style w:type="paragraph" w:customStyle="1" w:styleId="LightList-Accent51">
    <w:name w:val="Light List - Accent 51"/>
    <w:basedOn w:val="Normal"/>
    <w:uiPriority w:val="34"/>
    <w:qFormat/>
    <w:rsid w:val="005E4E7F"/>
    <w:pPr>
      <w:ind w:left="720"/>
    </w:pPr>
  </w:style>
  <w:style w:type="paragraph" w:customStyle="1" w:styleId="LightGrid-Accent31">
    <w:name w:val="Light Grid - Accent 31"/>
    <w:basedOn w:val="Normal"/>
    <w:qFormat/>
    <w:rsid w:val="00916AC6"/>
    <w:pPr>
      <w:ind w:left="720"/>
      <w:contextualSpacing/>
    </w:pPr>
  </w:style>
  <w:style w:type="paragraph" w:customStyle="1" w:styleId="ColorfulList-Accent11">
    <w:name w:val="Colorful List - Accent 11"/>
    <w:basedOn w:val="Normal"/>
    <w:qFormat/>
    <w:rsid w:val="00C87B92"/>
    <w:pPr>
      <w:ind w:left="720"/>
    </w:pPr>
  </w:style>
  <w:style w:type="paragraph" w:customStyle="1" w:styleId="MediumGrid21">
    <w:name w:val="Medium Grid 21"/>
    <w:uiPriority w:val="1"/>
    <w:qFormat/>
    <w:rsid w:val="007B7D93"/>
    <w:rPr>
      <w:rFonts w:ascii="Times New Roman" w:eastAsia="Times New Roman" w:hAnsi="Times New Roman"/>
      <w:sz w:val="24"/>
      <w:szCs w:val="24"/>
    </w:rPr>
  </w:style>
  <w:style w:type="character" w:styleId="PlaceholderText">
    <w:name w:val="Placeholder Text"/>
    <w:basedOn w:val="DefaultParagraphFont"/>
    <w:rsid w:val="00E84D7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10</TotalTime>
  <Pages>2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Yarrington</dc:creator>
  <cp:keywords/>
  <cp:lastModifiedBy>Bielmeier, Sean</cp:lastModifiedBy>
  <cp:revision>3</cp:revision>
  <cp:lastPrinted>2013-10-13T19:15:00Z</cp:lastPrinted>
  <dcterms:created xsi:type="dcterms:W3CDTF">2014-11-09T20:14:00Z</dcterms:created>
  <dcterms:modified xsi:type="dcterms:W3CDTF">2014-11-09T20:24:00Z</dcterms:modified>
</cp:coreProperties>
</file>